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6F7" w:rsidRDefault="005266F7" w:rsidP="00796354">
      <w:pPr>
        <w:jc w:val="both"/>
        <w:rPr>
          <w:rFonts w:ascii="Calibri" w:eastAsia="Calibri" w:hAnsi="Calibri" w:cs="Calibri"/>
          <w:snapToGrid w:val="0"/>
          <w:lang w:eastAsia="en-US"/>
        </w:rPr>
      </w:pPr>
      <w:bookmarkStart w:id="0" w:name="_GoBack"/>
      <w:bookmarkEnd w:id="0"/>
    </w:p>
    <w:p w:rsidR="0099453F" w:rsidRPr="0099453F" w:rsidRDefault="0099453F" w:rsidP="0099453F">
      <w:pPr>
        <w:pStyle w:val="Header"/>
        <w:jc w:val="right"/>
        <w:rPr>
          <w:rFonts w:ascii="Calibri" w:hAnsi="Calibri" w:cs="Calibri"/>
          <w:b/>
        </w:rPr>
      </w:pPr>
      <w:r w:rsidRPr="0099453F">
        <w:rPr>
          <w:rFonts w:ascii="Calibri" w:hAnsi="Calibri" w:cs="Calibri"/>
          <w:b/>
        </w:rPr>
        <w:t>Anexa 13</w:t>
      </w:r>
    </w:p>
    <w:p w:rsidR="0099453F" w:rsidRPr="0099453F" w:rsidRDefault="0099453F" w:rsidP="0099453F">
      <w:pPr>
        <w:pStyle w:val="Header"/>
        <w:jc w:val="right"/>
      </w:pPr>
    </w:p>
    <w:p w:rsidR="0099453F" w:rsidRPr="0099453F" w:rsidRDefault="0099453F" w:rsidP="0099453F">
      <w:pPr>
        <w:pStyle w:val="Header"/>
        <w:jc w:val="right"/>
      </w:pPr>
    </w:p>
    <w:p w:rsidR="0099453F" w:rsidRPr="0099453F" w:rsidRDefault="0099453F" w:rsidP="009945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99453F">
        <w:rPr>
          <w:rFonts w:ascii="Calibri" w:hAnsi="Calibri" w:cs="Calibri"/>
          <w:sz w:val="24"/>
        </w:rPr>
        <w:t>Tabel centralizator pentru obiective de investiţie</w:t>
      </w:r>
    </w:p>
    <w:p w:rsidR="0099453F" w:rsidRPr="0099453F" w:rsidRDefault="0099453F" w:rsidP="0099453F">
      <w:pPr>
        <w:jc w:val="center"/>
        <w:rPr>
          <w:rFonts w:ascii="Calibri" w:hAnsi="Calibri" w:cs="Calibri"/>
          <w:i/>
        </w:rPr>
      </w:pPr>
      <w:r w:rsidRPr="0099453F">
        <w:rPr>
          <w:rFonts w:ascii="Calibri" w:hAnsi="Calibri" w:cs="Calibri"/>
          <w:i/>
        </w:rPr>
        <w:t>-model orientativ-</w:t>
      </w:r>
    </w:p>
    <w:p w:rsidR="0099453F" w:rsidRDefault="0099453F" w:rsidP="0099453F">
      <w:pPr>
        <w:rPr>
          <w:rFonts w:ascii="Calibri" w:hAnsi="Calibri" w:cs="Calibri"/>
        </w:rPr>
      </w:pPr>
    </w:p>
    <w:p w:rsidR="002A6B7D" w:rsidRDefault="002A6B7D" w:rsidP="0099453F">
      <w:pPr>
        <w:rPr>
          <w:rFonts w:ascii="Calibri" w:hAnsi="Calibri" w:cs="Calibri"/>
        </w:rPr>
      </w:pPr>
    </w:p>
    <w:p w:rsidR="002A6B7D" w:rsidRPr="0099453F" w:rsidRDefault="002A6B7D" w:rsidP="0099453F">
      <w:pPr>
        <w:rPr>
          <w:rFonts w:ascii="Calibri" w:hAnsi="Calibri" w:cs="Calibr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312"/>
        <w:gridCol w:w="1559"/>
        <w:gridCol w:w="1560"/>
        <w:gridCol w:w="1842"/>
      </w:tblGrid>
      <w:tr w:rsidR="0099453F" w:rsidRPr="0099453F" w:rsidTr="0099453F">
        <w:trPr>
          <w:trHeight w:val="2142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funciară/Nr. document de proprietate/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administrare/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23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cadastral, elemente de identificare a imobilului/mijlocului de transport/bunurilor </w:t>
            </w:r>
          </w:p>
          <w:p w:rsidR="0099453F" w:rsidRPr="0099453F" w:rsidRDefault="0099453F" w:rsidP="00E26BA2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(mp),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. </w:t>
            </w: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99453F" w:rsidRPr="0099453F" w:rsidTr="0099453F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99453F" w:rsidRPr="0099453F" w:rsidRDefault="0099453F" w:rsidP="0099453F"/>
    <w:p w:rsidR="003C0CF4" w:rsidRPr="0099453F" w:rsidRDefault="003C0CF4" w:rsidP="00796354">
      <w:pPr>
        <w:jc w:val="both"/>
      </w:pPr>
    </w:p>
    <w:sectPr w:rsidR="003C0CF4" w:rsidRPr="0099453F" w:rsidSect="005266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991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038" w:rsidRDefault="00241038">
      <w:r>
        <w:separator/>
      </w:r>
    </w:p>
  </w:endnote>
  <w:endnote w:type="continuationSeparator" w:id="0">
    <w:p w:rsidR="00241038" w:rsidRDefault="0024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4D335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4D335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038" w:rsidRDefault="00241038">
      <w:r>
        <w:separator/>
      </w:r>
    </w:p>
  </w:footnote>
  <w:footnote w:type="continuationSeparator" w:id="0">
    <w:p w:rsidR="00241038" w:rsidRDefault="0024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4D3350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4D335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C4BDF"/>
    <w:rsid w:val="001E7D06"/>
    <w:rsid w:val="00241038"/>
    <w:rsid w:val="00255002"/>
    <w:rsid w:val="002A6B7D"/>
    <w:rsid w:val="002B3BB9"/>
    <w:rsid w:val="002C46CD"/>
    <w:rsid w:val="002D4D83"/>
    <w:rsid w:val="002E07E9"/>
    <w:rsid w:val="002F1246"/>
    <w:rsid w:val="00326DC2"/>
    <w:rsid w:val="00351F71"/>
    <w:rsid w:val="00376CFE"/>
    <w:rsid w:val="003C0CF4"/>
    <w:rsid w:val="003E2E03"/>
    <w:rsid w:val="00474F02"/>
    <w:rsid w:val="004D3350"/>
    <w:rsid w:val="00523BEA"/>
    <w:rsid w:val="005266F7"/>
    <w:rsid w:val="00561F8E"/>
    <w:rsid w:val="005A2511"/>
    <w:rsid w:val="005A6B00"/>
    <w:rsid w:val="005C21C9"/>
    <w:rsid w:val="005C7AFF"/>
    <w:rsid w:val="00643AC4"/>
    <w:rsid w:val="00660809"/>
    <w:rsid w:val="006B79B9"/>
    <w:rsid w:val="006F14B9"/>
    <w:rsid w:val="007209E0"/>
    <w:rsid w:val="00754551"/>
    <w:rsid w:val="00796354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9453F"/>
    <w:rsid w:val="009F711B"/>
    <w:rsid w:val="00A06DE4"/>
    <w:rsid w:val="00A82042"/>
    <w:rsid w:val="00AB1EDA"/>
    <w:rsid w:val="00AE4990"/>
    <w:rsid w:val="00B15233"/>
    <w:rsid w:val="00B24E12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26BA2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3C5065D-7209-461C-96CB-A072FBA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A-FA8C-4F24-9AC5-81E551C0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66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453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2023-09-06T09:19:00Z</dcterms:created>
  <dcterms:modified xsi:type="dcterms:W3CDTF">2023-09-06T09:19:00Z</dcterms:modified>
</cp:coreProperties>
</file>